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A95EA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I.CZŁOWIEK – KLUCZ</w:t>
      </w:r>
    </w:p>
    <w:p w14:paraId="0785E87C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3734928C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PODSTAWOWY</w:t>
      </w:r>
    </w:p>
    <w:p w14:paraId="76E6D2DB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bookmarkStart w:id="0" w:name="_gjdgxs" w:colFirst="0" w:colLast="0"/>
      <w:bookmarkEnd w:id="0"/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</w:t>
      </w:r>
    </w:p>
    <w:p w14:paraId="10341F23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Nome: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imię</w:t>
      </w:r>
      <w:proofErr w:type="spellEnd"/>
    </w:p>
    <w:p w14:paraId="3A9B33B1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Cognome: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nazwisko</w:t>
      </w:r>
      <w:proofErr w:type="spellEnd"/>
    </w:p>
    <w:p w14:paraId="6F1AED0E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Data di </w:t>
      </w:r>
      <w:r>
        <w:rPr>
          <w:rFonts w:ascii="Times New Roman" w:eastAsia="Times New Roman" w:hAnsi="Times New Roman" w:cs="Times New Roman"/>
          <w:sz w:val="20"/>
          <w:szCs w:val="20"/>
        </w:rPr>
        <w:t>nascita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data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urodzenia</w:t>
      </w:r>
      <w:proofErr w:type="spellEnd"/>
    </w:p>
    <w:p w14:paraId="77053788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Luogo di nascita: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miejsce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urodzenia</w:t>
      </w:r>
      <w:proofErr w:type="spellEnd"/>
    </w:p>
    <w:p w14:paraId="1E304994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Sesso: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płeć</w:t>
      </w:r>
      <w:proofErr w:type="spellEnd"/>
    </w:p>
    <w:p w14:paraId="3D837F45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Età: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wiek</w:t>
      </w:r>
      <w:proofErr w:type="spellEnd"/>
    </w:p>
    <w:p w14:paraId="78B63EFF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Nazionalità: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narodowość</w:t>
      </w:r>
      <w:proofErr w:type="spellEnd"/>
    </w:p>
    <w:p w14:paraId="029BC10A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Indirizzo: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adres</w:t>
      </w:r>
      <w:proofErr w:type="spellEnd"/>
    </w:p>
    <w:p w14:paraId="2C494E9D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Città: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miasto</w:t>
      </w:r>
      <w:proofErr w:type="spellEnd"/>
    </w:p>
    <w:p w14:paraId="13599670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Numero di </w:t>
      </w:r>
      <w:r>
        <w:rPr>
          <w:rFonts w:ascii="Times New Roman" w:eastAsia="Times New Roman" w:hAnsi="Times New Roman" w:cs="Times New Roman"/>
          <w:sz w:val="20"/>
          <w:szCs w:val="20"/>
        </w:rPr>
        <w:t>cellulare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numer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telefonu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komórkowego</w:t>
      </w:r>
      <w:proofErr w:type="spellEnd"/>
    </w:p>
    <w:p w14:paraId="6EECF00C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Indirizzo e-mail: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adres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e-mail</w:t>
      </w:r>
    </w:p>
    <w:p w14:paraId="12C1E064" w14:textId="77777777" w:rsidR="00B619C4" w:rsidRPr="001661CA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proofErr w:type="spellStart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>Stato</w:t>
      </w:r>
      <w:proofErr w:type="spellEnd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 xml:space="preserve"> </w:t>
      </w:r>
      <w:proofErr w:type="spellStart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>civile</w:t>
      </w:r>
      <w:proofErr w:type="spellEnd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>: stan cywilny</w:t>
      </w:r>
    </w:p>
    <w:p w14:paraId="32CA22B0" w14:textId="77777777" w:rsidR="00B619C4" w:rsidRPr="001661CA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proofErr w:type="spellStart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>Autorizzo</w:t>
      </w:r>
      <w:proofErr w:type="spellEnd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 xml:space="preserve"> </w:t>
      </w:r>
      <w:proofErr w:type="spellStart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>il</w:t>
      </w:r>
      <w:proofErr w:type="spellEnd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 xml:space="preserve"> </w:t>
      </w:r>
      <w:proofErr w:type="spellStart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>trattamento</w:t>
      </w:r>
      <w:proofErr w:type="spellEnd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 xml:space="preserve"> dei </w:t>
      </w:r>
      <w:proofErr w:type="spellStart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>dati</w:t>
      </w:r>
      <w:proofErr w:type="spellEnd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 xml:space="preserve"> </w:t>
      </w:r>
      <w:proofErr w:type="spellStart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>personali</w:t>
      </w:r>
      <w:proofErr w:type="spellEnd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 xml:space="preserve">:   </w:t>
      </w:r>
      <w:proofErr w:type="spellStart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>Sì</w:t>
      </w:r>
      <w:proofErr w:type="spellEnd"/>
      <w:r w:rsidRPr="001661CA"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  <w:t xml:space="preserve"> / No    zgoda na przetwarzanie danych osobowych: Tak / Nie</w:t>
      </w:r>
    </w:p>
    <w:p w14:paraId="0FA182EC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2284810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2</w:t>
      </w:r>
    </w:p>
    <w:p w14:paraId="1E616DB9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sz w:val="24"/>
          <w:szCs w:val="24"/>
          <w:lang w:val="pl-PL"/>
        </w:rPr>
        <w:t>1.F; 2.E; 3.G; 4.I; 5.J; 6.K; 7.H; 8.A; 9.L; 10.C; 11.B; 12.D.</w:t>
      </w:r>
    </w:p>
    <w:p w14:paraId="1ABB18DE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6B5BB24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3</w:t>
      </w:r>
    </w:p>
    <w:p w14:paraId="54D91A49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sz w:val="24"/>
          <w:szCs w:val="24"/>
          <w:lang w:val="pl-PL"/>
        </w:rPr>
        <w:t>1.D; 2.G; 3.B; 4.C; 5.A; 6.E; 7.F.</w:t>
      </w:r>
    </w:p>
    <w:p w14:paraId="27D243EE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884BA08" w14:textId="77777777" w:rsidR="00B619C4" w:rsidRPr="00703539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703539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4</w:t>
      </w:r>
    </w:p>
    <w:p w14:paraId="26E1A411" w14:textId="6AC19A32" w:rsidR="00B619C4" w:rsidRDefault="00B619C4" w:rsidP="00B619C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l’infanzia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bambino, piccolino, bambina, </w:t>
      </w:r>
    </w:p>
    <w:p w14:paraId="395FEDE1" w14:textId="5FA8DA18" w:rsidR="00B619C4" w:rsidRDefault="00B619C4" w:rsidP="00B619C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l’adolescenza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adolescente, puberale</w:t>
      </w:r>
      <w:r w:rsidR="004E60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4E608E">
        <w:rPr>
          <w:rFonts w:ascii="Times New Roman" w:eastAsia="Times New Roman" w:hAnsi="Times New Roman" w:cs="Times New Roman"/>
          <w:color w:val="000000"/>
          <w:sz w:val="24"/>
          <w:szCs w:val="24"/>
        </w:rPr>
        <w:t>ragazzina</w:t>
      </w:r>
    </w:p>
    <w:p w14:paraId="30359214" w14:textId="77777777" w:rsidR="00B619C4" w:rsidRDefault="00B619C4" w:rsidP="00B619C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gioventù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giovane, giov</w:t>
      </w:r>
      <w:r>
        <w:rPr>
          <w:rFonts w:ascii="Times New Roman" w:eastAsia="Times New Roman" w:hAnsi="Times New Roman" w:cs="Times New Roman"/>
          <w:sz w:val="24"/>
          <w:szCs w:val="24"/>
        </w:rPr>
        <w:t>ano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tto, adulto</w:t>
      </w:r>
    </w:p>
    <w:p w14:paraId="1231CBBB" w14:textId="77777777" w:rsidR="00B619C4" w:rsidRDefault="00B619C4" w:rsidP="00B619C4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vecchiaia / l’anzianità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anziano</w:t>
      </w:r>
    </w:p>
    <w:p w14:paraId="1B617CD5" w14:textId="77777777" w:rsidR="00B619C4" w:rsidRDefault="00B619C4" w:rsidP="00B619C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FEBE31" w14:textId="77777777" w:rsidR="00B619C4" w:rsidRDefault="00B619C4" w:rsidP="00B619C4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14:paraId="18D303DE" w14:textId="77777777" w:rsidR="00B619C4" w:rsidRDefault="00B619C4" w:rsidP="00B619C4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odpowiedź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własna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</w:p>
    <w:p w14:paraId="7248199D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14:paraId="530B7E31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stato civile</w:t>
      </w:r>
      <w:r>
        <w:rPr>
          <w:rFonts w:ascii="Times New Roman" w:eastAsia="Times New Roman" w:hAnsi="Times New Roman" w:cs="Times New Roman"/>
          <w:sz w:val="24"/>
          <w:szCs w:val="24"/>
        </w:rPr>
        <w:t>;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infanzia</w:t>
      </w:r>
      <w:r>
        <w:rPr>
          <w:rFonts w:ascii="Times New Roman" w:eastAsia="Times New Roman" w:hAnsi="Times New Roman" w:cs="Times New Roman"/>
          <w:sz w:val="24"/>
          <w:szCs w:val="24"/>
        </w:rPr>
        <w:t>;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intelligente</w:t>
      </w:r>
      <w:r>
        <w:rPr>
          <w:rFonts w:ascii="Times New Roman" w:eastAsia="Times New Roman" w:hAnsi="Times New Roman" w:cs="Times New Roman"/>
          <w:sz w:val="24"/>
          <w:szCs w:val="24"/>
        </w:rPr>
        <w:t>; 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lisci</w:t>
      </w:r>
      <w:r>
        <w:rPr>
          <w:rFonts w:ascii="Times New Roman" w:eastAsia="Times New Roman" w:hAnsi="Times New Roman" w:cs="Times New Roman"/>
          <w:sz w:val="24"/>
          <w:szCs w:val="24"/>
        </w:rPr>
        <w:t>; 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felici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6.lavorare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maglia.</w:t>
      </w:r>
    </w:p>
    <w:p w14:paraId="7AF4F5D7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88235B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7</w:t>
      </w:r>
    </w:p>
    <w:p w14:paraId="5BC12369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coraggioso</w:t>
      </w:r>
      <w:r>
        <w:rPr>
          <w:rFonts w:ascii="Times New Roman" w:eastAsia="Times New Roman" w:hAnsi="Times New Roman" w:cs="Times New Roman"/>
          <w:sz w:val="24"/>
          <w:szCs w:val="24"/>
        </w:rPr>
        <w:t>;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irresponsabile</w:t>
      </w:r>
      <w:r>
        <w:rPr>
          <w:rFonts w:ascii="Times New Roman" w:eastAsia="Times New Roman" w:hAnsi="Times New Roman" w:cs="Times New Roman"/>
          <w:sz w:val="24"/>
          <w:szCs w:val="24"/>
        </w:rPr>
        <w:t>;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timido</w:t>
      </w:r>
      <w:r>
        <w:rPr>
          <w:rFonts w:ascii="Times New Roman" w:eastAsia="Times New Roman" w:hAnsi="Times New Roman" w:cs="Times New Roman"/>
          <w:sz w:val="24"/>
          <w:szCs w:val="24"/>
        </w:rPr>
        <w:t>; 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sincero</w:t>
      </w:r>
      <w:r>
        <w:rPr>
          <w:rFonts w:ascii="Times New Roman" w:eastAsia="Times New Roman" w:hAnsi="Times New Roman" w:cs="Times New Roman"/>
          <w:sz w:val="24"/>
          <w:szCs w:val="24"/>
        </w:rPr>
        <w:t>/a; 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pigra</w:t>
      </w:r>
      <w:r>
        <w:rPr>
          <w:rFonts w:ascii="Times New Roman" w:eastAsia="Times New Roman" w:hAnsi="Times New Roman" w:cs="Times New Roman"/>
          <w:sz w:val="24"/>
          <w:szCs w:val="24"/>
        </w:rPr>
        <w:t>; 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beneducati/e</w:t>
      </w:r>
      <w:r>
        <w:rPr>
          <w:rFonts w:ascii="Times New Roman" w:eastAsia="Times New Roman" w:hAnsi="Times New Roman" w:cs="Times New Roman"/>
          <w:sz w:val="24"/>
          <w:szCs w:val="24"/>
        </w:rPr>
        <w:t>; 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gelos</w:t>
      </w:r>
      <w:r>
        <w:rPr>
          <w:rFonts w:ascii="Times New Roman" w:eastAsia="Times New Roman" w:hAnsi="Times New Roman" w:cs="Times New Roman"/>
          <w:sz w:val="24"/>
          <w:szCs w:val="24"/>
        </w:rPr>
        <w:t>i; 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divertente</w:t>
      </w:r>
      <w:r>
        <w:rPr>
          <w:rFonts w:ascii="Times New Roman" w:eastAsia="Times New Roman" w:hAnsi="Times New Roman" w:cs="Times New Roman"/>
          <w:sz w:val="24"/>
          <w:szCs w:val="24"/>
        </w:rPr>
        <w:t>; 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disordinato/a</w:t>
      </w:r>
      <w:r>
        <w:rPr>
          <w:rFonts w:ascii="Times New Roman" w:eastAsia="Times New Roman" w:hAnsi="Times New Roman" w:cs="Times New Roman"/>
          <w:sz w:val="24"/>
          <w:szCs w:val="24"/>
        </w:rPr>
        <w:t>; 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triste.</w:t>
      </w:r>
    </w:p>
    <w:p w14:paraId="1B786CAE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EE1A83" w14:textId="77777777" w:rsidR="00B619C4" w:rsidRPr="001661CA" w:rsidRDefault="00B619C4" w:rsidP="00B619C4">
      <w:pPr>
        <w:spacing w:before="240" w:after="240"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ZE SŁUCHU</w:t>
      </w:r>
    </w:p>
    <w:p w14:paraId="4A7C027C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8</w:t>
      </w:r>
    </w:p>
    <w:p w14:paraId="1278224C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sz w:val="24"/>
          <w:szCs w:val="24"/>
          <w:lang w:val="pl-PL"/>
        </w:rPr>
        <w:t>1.E; 2.C; 3.A; 4.B.</w:t>
      </w:r>
    </w:p>
    <w:p w14:paraId="25C86985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1484D7BB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9</w:t>
      </w:r>
    </w:p>
    <w:p w14:paraId="4754CE31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sz w:val="24"/>
          <w:szCs w:val="24"/>
          <w:lang w:val="pl-PL"/>
        </w:rPr>
        <w:t>1.B; 2.C; 3.A.</w:t>
      </w:r>
    </w:p>
    <w:p w14:paraId="1B76FC8E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3EC38364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10</w:t>
      </w:r>
    </w:p>
    <w:p w14:paraId="6D9468D2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iscriversi</w:t>
      </w:r>
      <w:r>
        <w:rPr>
          <w:rFonts w:ascii="Times New Roman" w:eastAsia="Times New Roman" w:hAnsi="Times New Roman" w:cs="Times New Roman"/>
          <w:sz w:val="24"/>
          <w:szCs w:val="24"/>
        </w:rPr>
        <w:t>; 2.(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poter) mandare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il certificato/(poter) </w:t>
      </w:r>
      <w:r>
        <w:rPr>
          <w:rFonts w:ascii="Times New Roman" w:eastAsia="Times New Roman" w:hAnsi="Times New Roman" w:cs="Times New Roman"/>
          <w:sz w:val="24"/>
          <w:szCs w:val="24"/>
        </w:rPr>
        <w:t>spedire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il certificato di partecipazione/ (poter) mandare il </w:t>
      </w:r>
      <w:r>
        <w:rPr>
          <w:rFonts w:ascii="Times New Roman" w:eastAsia="Times New Roman" w:hAnsi="Times New Roman" w:cs="Times New Roman"/>
          <w:sz w:val="24"/>
          <w:szCs w:val="24"/>
        </w:rPr>
        <w:t>certificato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mandargli/ spedirgli);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consigliargli/ indicargli/ proporgli/consigliare/indicare/proporre</w:t>
      </w:r>
      <w:r>
        <w:rPr>
          <w:rFonts w:ascii="Times New Roman" w:eastAsia="Times New Roman" w:hAnsi="Times New Roman" w:cs="Times New Roman"/>
          <w:sz w:val="24"/>
          <w:szCs w:val="24"/>
        </w:rPr>
        <w:t>; 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fare le foto/ scattare le foto.</w:t>
      </w:r>
    </w:p>
    <w:p w14:paraId="718623CB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1804FA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83C9C1" w14:textId="77777777" w:rsidR="00B619C4" w:rsidRPr="001661CA" w:rsidRDefault="00B619C4" w:rsidP="00B619C4">
      <w:pPr>
        <w:spacing w:before="240" w:after="240"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TEKSTÓW CZYTANYCH</w:t>
      </w:r>
    </w:p>
    <w:p w14:paraId="10DFD047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7545DB21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11</w:t>
      </w:r>
    </w:p>
    <w:p w14:paraId="13F468B1" w14:textId="77777777" w:rsidR="00B619C4" w:rsidRPr="001661CA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color w:val="000000"/>
          <w:lang w:val="pl-PL"/>
        </w:rPr>
        <w:t>1.</w:t>
      </w:r>
      <w:r w:rsidRPr="001661CA">
        <w:rPr>
          <w:rFonts w:ascii="Times New Roman" w:eastAsia="Times New Roman" w:hAnsi="Times New Roman" w:cs="Times New Roman"/>
          <w:lang w:val="pl-PL"/>
        </w:rPr>
        <w:t>B</w:t>
      </w:r>
      <w:r w:rsidRPr="001661CA">
        <w:rPr>
          <w:rFonts w:ascii="Times New Roman" w:eastAsia="Times New Roman" w:hAnsi="Times New Roman" w:cs="Times New Roman"/>
          <w:color w:val="000000"/>
          <w:lang w:val="pl-PL"/>
        </w:rPr>
        <w:t>; 2.</w:t>
      </w:r>
      <w:r w:rsidRPr="001661CA">
        <w:rPr>
          <w:rFonts w:ascii="Times New Roman" w:eastAsia="Times New Roman" w:hAnsi="Times New Roman" w:cs="Times New Roman"/>
          <w:lang w:val="pl-PL"/>
        </w:rPr>
        <w:t>C</w:t>
      </w:r>
      <w:r w:rsidRPr="001661CA">
        <w:rPr>
          <w:rFonts w:ascii="Times New Roman" w:eastAsia="Times New Roman" w:hAnsi="Times New Roman" w:cs="Times New Roman"/>
          <w:color w:val="000000"/>
          <w:lang w:val="pl-PL"/>
        </w:rPr>
        <w:t>; 3.</w:t>
      </w:r>
      <w:r w:rsidRPr="001661CA">
        <w:rPr>
          <w:rFonts w:ascii="Times New Roman" w:eastAsia="Times New Roman" w:hAnsi="Times New Roman" w:cs="Times New Roman"/>
          <w:lang w:val="pl-PL"/>
        </w:rPr>
        <w:t>D</w:t>
      </w:r>
      <w:r w:rsidRPr="001661CA">
        <w:rPr>
          <w:rFonts w:ascii="Times New Roman" w:eastAsia="Times New Roman" w:hAnsi="Times New Roman" w:cs="Times New Roman"/>
          <w:color w:val="000000"/>
          <w:lang w:val="pl-PL"/>
        </w:rPr>
        <w:t>; 4.</w:t>
      </w:r>
      <w:r w:rsidRPr="001661CA">
        <w:rPr>
          <w:rFonts w:ascii="Times New Roman" w:eastAsia="Times New Roman" w:hAnsi="Times New Roman" w:cs="Times New Roman"/>
          <w:lang w:val="pl-PL"/>
        </w:rPr>
        <w:t>A</w:t>
      </w:r>
      <w:r w:rsidRPr="001661CA">
        <w:rPr>
          <w:rFonts w:ascii="Times New Roman" w:eastAsia="Times New Roman" w:hAnsi="Times New Roman" w:cs="Times New Roman"/>
          <w:color w:val="000000"/>
          <w:lang w:val="pl-PL"/>
        </w:rPr>
        <w:t>.</w:t>
      </w:r>
    </w:p>
    <w:p w14:paraId="226110C4" w14:textId="77777777" w:rsidR="00B619C4" w:rsidRPr="001661CA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</w:p>
    <w:p w14:paraId="00CCE71B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FCA9740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12</w:t>
      </w:r>
    </w:p>
    <w:p w14:paraId="2A19650B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sz w:val="24"/>
          <w:szCs w:val="24"/>
          <w:lang w:val="pl-PL"/>
        </w:rPr>
        <w:t>1.D; 2.F; 3.B; 4.A; 5.C; 6.E; 7.H.</w:t>
      </w:r>
    </w:p>
    <w:p w14:paraId="2B46206D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C56CFBD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13</w:t>
      </w:r>
    </w:p>
    <w:p w14:paraId="696C4CD7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color w:val="1D2228"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sz w:val="24"/>
          <w:szCs w:val="24"/>
          <w:lang w:val="pl-PL"/>
        </w:rPr>
        <w:t>1.B; 2.D; 3.A.</w:t>
      </w:r>
    </w:p>
    <w:p w14:paraId="7ACCC35F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1C70099A" w14:textId="77777777" w:rsidR="00B619C4" w:rsidRPr="001661CA" w:rsidRDefault="00B619C4" w:rsidP="00B619C4">
      <w:pPr>
        <w:spacing w:before="240" w:after="240"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lastRenderedPageBreak/>
        <w:t>ZNAJOMOŚĆ ŚRODKÓW JĘZYKOWYCH</w:t>
      </w:r>
    </w:p>
    <w:p w14:paraId="112D169D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09C94B52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14</w:t>
      </w:r>
    </w:p>
    <w:p w14:paraId="0A5B4ACE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sz w:val="24"/>
          <w:szCs w:val="24"/>
          <w:lang w:val="pl-PL"/>
        </w:rPr>
        <w:t>1.C; 2.A.</w:t>
      </w:r>
    </w:p>
    <w:p w14:paraId="6B517549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F0D510E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15</w:t>
      </w:r>
    </w:p>
    <w:p w14:paraId="2CEB5057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sz w:val="24"/>
          <w:szCs w:val="24"/>
          <w:lang w:val="pl-PL"/>
        </w:rPr>
        <w:t>1.B; 2.A.</w:t>
      </w:r>
    </w:p>
    <w:p w14:paraId="5A75F3AB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7A11CDB2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16</w:t>
      </w:r>
    </w:p>
    <w:p w14:paraId="180D190E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tutti i film</w:t>
      </w:r>
      <w:r>
        <w:rPr>
          <w:rFonts w:ascii="Times New Roman" w:eastAsia="Times New Roman" w:hAnsi="Times New Roman" w:cs="Times New Roman"/>
          <w:sz w:val="24"/>
          <w:szCs w:val="24"/>
        </w:rPr>
        <w:t>;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alcune settimane.</w:t>
      </w:r>
    </w:p>
    <w:p w14:paraId="4986FD6F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B572E0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17</w:t>
      </w:r>
    </w:p>
    <w:p w14:paraId="7E04D642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generano</w:t>
      </w:r>
      <w:r>
        <w:rPr>
          <w:rFonts w:ascii="Times New Roman" w:eastAsia="Times New Roman" w:hAnsi="Times New Roman" w:cs="Times New Roman"/>
          <w:sz w:val="24"/>
          <w:szCs w:val="24"/>
        </w:rPr>
        <w:t>;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proponiamo</w:t>
      </w:r>
      <w:r>
        <w:rPr>
          <w:rFonts w:ascii="Times New Roman" w:eastAsia="Times New Roman" w:hAnsi="Times New Roman" w:cs="Times New Roman"/>
          <w:sz w:val="24"/>
          <w:szCs w:val="24"/>
        </w:rPr>
        <w:t>;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ricchezza</w:t>
      </w:r>
      <w:r>
        <w:rPr>
          <w:rFonts w:ascii="Times New Roman" w:eastAsia="Times New Roman" w:hAnsi="Times New Roman" w:cs="Times New Roman"/>
          <w:sz w:val="24"/>
          <w:szCs w:val="24"/>
        </w:rPr>
        <w:t>; 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importante</w:t>
      </w:r>
      <w:r>
        <w:rPr>
          <w:rFonts w:ascii="Times New Roman" w:eastAsia="Times New Roman" w:hAnsi="Times New Roman" w:cs="Times New Roman"/>
          <w:sz w:val="24"/>
          <w:szCs w:val="24"/>
        </w:rPr>
        <w:t>; 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relazioni</w:t>
      </w:r>
      <w:r>
        <w:rPr>
          <w:rFonts w:ascii="Times New Roman" w:eastAsia="Times New Roman" w:hAnsi="Times New Roman" w:cs="Times New Roman"/>
          <w:sz w:val="24"/>
          <w:szCs w:val="24"/>
        </w:rPr>
        <w:t>; 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significato.</w:t>
      </w:r>
    </w:p>
    <w:p w14:paraId="1A9CAED8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EC5A88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59C084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3B48C4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ROZSZERZONY</w:t>
      </w:r>
    </w:p>
    <w:p w14:paraId="6C63659C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TEKSTÓW CZYTANYCH</w:t>
      </w:r>
    </w:p>
    <w:p w14:paraId="3C3E0CC8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</w:t>
      </w:r>
    </w:p>
    <w:p w14:paraId="337D18EB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sz w:val="24"/>
          <w:szCs w:val="24"/>
          <w:lang w:val="pl-PL"/>
        </w:rPr>
        <w:t>1.B; 2.-; 3.C; 4.A.</w:t>
      </w:r>
    </w:p>
    <w:p w14:paraId="6131B50D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AFBB114" w14:textId="77777777" w:rsidR="00B619C4" w:rsidRPr="001661CA" w:rsidRDefault="00B619C4" w:rsidP="00B619C4">
      <w:pPr>
        <w:tabs>
          <w:tab w:val="left" w:pos="611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Zadanie II </w:t>
      </w:r>
      <w:r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ab/>
      </w:r>
    </w:p>
    <w:p w14:paraId="34C521AF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sz w:val="24"/>
          <w:szCs w:val="24"/>
          <w:lang w:val="pl-PL"/>
        </w:rPr>
        <w:t>1.B; 2.A; 3.C.</w:t>
      </w:r>
    </w:p>
    <w:p w14:paraId="09AA131D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5CABFF86" w14:textId="77777777" w:rsidR="00B619C4" w:rsidRP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B619C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III</w:t>
      </w:r>
    </w:p>
    <w:p w14:paraId="4D76962A" w14:textId="77777777" w:rsidR="00B619C4" w:rsidRDefault="00B619C4" w:rsidP="00B619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19C4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>1.</w:t>
      </w:r>
      <w:r w:rsidRPr="00B619C4">
        <w:rPr>
          <w:rFonts w:ascii="Times New Roman" w:eastAsia="Times New Roman" w:hAnsi="Times New Roman" w:cs="Times New Roman"/>
          <w:color w:val="000000"/>
          <w:sz w:val="14"/>
          <w:szCs w:val="14"/>
          <w:lang w:val="pl-PL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volevano sapere come si diffondono le malattie infettive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avessero solo un amico;  fossero più spontanei; fo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ssero più fedeli;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le amicizie/ i legami tra i maschi.</w:t>
      </w:r>
    </w:p>
    <w:p w14:paraId="596BA4F8" w14:textId="77777777" w:rsidR="00B619C4" w:rsidRDefault="00B619C4" w:rsidP="00B619C4">
      <w:pPr>
        <w:spacing w:before="240" w:after="24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A4A486" w14:textId="77777777" w:rsidR="00B619C4" w:rsidRPr="001661CA" w:rsidRDefault="00B619C4" w:rsidP="00B619C4">
      <w:pPr>
        <w:spacing w:before="240" w:after="24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ZE SŁUCHU</w:t>
      </w:r>
    </w:p>
    <w:p w14:paraId="744867C4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IV</w:t>
      </w:r>
    </w:p>
    <w:p w14:paraId="18C1C829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sz w:val="24"/>
          <w:szCs w:val="24"/>
          <w:lang w:val="pl-PL"/>
        </w:rPr>
        <w:t>1.F; 2.C; 3.B; 4.E; 5.D.</w:t>
      </w:r>
    </w:p>
    <w:p w14:paraId="5D288D68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77C5B7AE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V</w:t>
      </w:r>
    </w:p>
    <w:p w14:paraId="77247370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1.B; 2.D; 3.D; 4.A; 5.A.   </w:t>
      </w:r>
    </w:p>
    <w:p w14:paraId="4C6D78D0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1EC09769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VI</w:t>
      </w:r>
    </w:p>
    <w:p w14:paraId="5D7D546F" w14:textId="78CA277E" w:rsidR="00B619C4" w:rsidRDefault="00B619C4" w:rsidP="00B619C4">
      <w:pPr>
        <w:spacing w:before="240" w:after="240" w:line="240" w:lineRule="auto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1.lo stress psicologico e una pressione sociale; 2.il manuale del perfetto papà o della perfetta mamma / un manuale per gestire ed educare i bambini / il genitore perfetto; 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esprimere la richiesta di scuse / dire „mi dispiace”; 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umani / imperfetti / consapevoli ; 5. dare un'immagine positiva / riconoscere il proprio ruolo / </w:t>
      </w:r>
      <w:r w:rsidRPr="004E608E">
        <w:rPr>
          <w:rFonts w:ascii="Times New Roman" w:eastAsia="Times New Roman" w:hAnsi="Times New Roman" w:cs="Times New Roman"/>
          <w:sz w:val="24"/>
          <w:szCs w:val="24"/>
        </w:rPr>
        <w:t>avere una relazione con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propri figli / dare </w:t>
      </w:r>
      <w:r w:rsidR="004E608E"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buon esempio / saper scusarsi con i loro figli</w:t>
      </w:r>
    </w:p>
    <w:p w14:paraId="2C1D167E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F4B663" w14:textId="77777777" w:rsidR="00B619C4" w:rsidRPr="001661CA" w:rsidRDefault="00B619C4" w:rsidP="00B619C4">
      <w:pPr>
        <w:spacing w:before="240" w:after="240" w:line="276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ZNAJOMOŚĆ ŚRODKÓW JĘZYKOWYCH</w:t>
      </w:r>
    </w:p>
    <w:p w14:paraId="3105F345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VII</w:t>
      </w:r>
    </w:p>
    <w:p w14:paraId="4C5268EB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sz w:val="24"/>
          <w:szCs w:val="24"/>
          <w:lang w:val="pl-PL"/>
        </w:rPr>
        <w:t>1.B; 2.A; 3. C.; 4. C; 5. C; 6. A; 7. D; 8. B; 9. A; 10. B; 11. C</w:t>
      </w:r>
    </w:p>
    <w:p w14:paraId="108FEAD2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C303FE5" w14:textId="77777777" w:rsidR="00B619C4" w:rsidRPr="001661CA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661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VIII</w:t>
      </w:r>
    </w:p>
    <w:p w14:paraId="62102A94" w14:textId="77777777" w:rsidR="00B619C4" w:rsidRDefault="00B619C4" w:rsidP="00B619C4">
      <w:pPr>
        <w:spacing w:before="240" w:after="24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1661CA">
        <w:rPr>
          <w:rFonts w:ascii="Times New Roman" w:eastAsia="Times New Roman" w:hAnsi="Times New Roman" w:cs="Times New Roman"/>
          <w:sz w:val="14"/>
          <w:szCs w:val="14"/>
          <w:lang w:val="pl-PL"/>
        </w:rPr>
        <w:t xml:space="preserve"> </w:t>
      </w:r>
      <w:r w:rsidRPr="001661CA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1.tanta/ molta gente; 2.non le piacerà affatto; 3.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non sia troppo; 4. il fai da te; 5. faccia a faccia; 6. camicetta a righe; 7.più geloso che.</w:t>
      </w:r>
    </w:p>
    <w:p w14:paraId="213E494F" w14:textId="77777777" w:rsidR="00B619C4" w:rsidRDefault="00B619C4" w:rsidP="00B619C4">
      <w:pPr>
        <w:spacing w:before="240" w:after="24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6D8F117F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IX</w:t>
      </w:r>
    </w:p>
    <w:p w14:paraId="249F1F03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riconosciuta;  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riuscendo; 3</w:t>
      </w:r>
      <w:r>
        <w:rPr>
          <w:rFonts w:ascii="Times New Roman" w:eastAsia="Times New Roman" w:hAnsi="Times New Roman" w:cs="Times New Roman"/>
          <w:sz w:val="24"/>
          <w:szCs w:val="24"/>
        </w:rPr>
        <w:t>.altrui; 4. potere; 5. superiore; 6. comunicare; 7. personale; 8. obbligate; 9. abilità</w:t>
      </w:r>
    </w:p>
    <w:p w14:paraId="077582E5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2B45A3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1B4BC5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3677F7" w14:textId="77777777" w:rsidR="00B619C4" w:rsidRDefault="00B619C4" w:rsidP="00B619C4">
      <w:pPr>
        <w:spacing w:before="240" w:after="24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47A52FCC" w14:textId="77777777" w:rsidR="00B619C4" w:rsidRDefault="00B619C4" w:rsidP="00B619C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27829F" w14:textId="77777777" w:rsidR="00B619C4" w:rsidRDefault="00B619C4" w:rsidP="00B619C4"/>
    <w:p w14:paraId="14A54257" w14:textId="77777777" w:rsidR="002E0800" w:rsidRDefault="002E0800"/>
    <w:sectPr w:rsidR="002E080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C4"/>
    <w:rsid w:val="002E0800"/>
    <w:rsid w:val="004E608E"/>
    <w:rsid w:val="00703539"/>
    <w:rsid w:val="00B6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F2ADB"/>
  <w15:docId w15:val="{B470EC7E-DD3F-412A-8C99-201C60E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9C4"/>
    <w:pPr>
      <w:spacing w:after="160" w:line="259" w:lineRule="auto"/>
    </w:pPr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9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19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19C4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9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9C4"/>
    <w:rPr>
      <w:rFonts w:ascii="Calibri" w:eastAsia="Calibri" w:hAnsi="Calibri" w:cs="Calibri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7</TotalTime>
  <Pages>4</Pages>
  <Words>423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Desy</dc:creator>
  <cp:keywords/>
  <dc:description/>
  <cp:lastModifiedBy>agnieszka kasprzycka</cp:lastModifiedBy>
  <cp:revision>3</cp:revision>
  <dcterms:created xsi:type="dcterms:W3CDTF">2023-10-01T17:56:00Z</dcterms:created>
  <dcterms:modified xsi:type="dcterms:W3CDTF">2023-10-01T18:00:00Z</dcterms:modified>
</cp:coreProperties>
</file>